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2AB6A86F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587E">
        <w:rPr>
          <w:rFonts w:ascii="Corbel" w:hAnsi="Corbel"/>
          <w:i/>
          <w:smallCaps/>
          <w:sz w:val="24"/>
          <w:szCs w:val="24"/>
        </w:rPr>
        <w:t>2019-2022</w:t>
      </w:r>
    </w:p>
    <w:p w14:paraId="146A81D1" w14:textId="37F012A4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</w:t>
      </w:r>
      <w:r w:rsidR="00C5587E">
        <w:rPr>
          <w:rFonts w:ascii="Corbel" w:hAnsi="Corbel"/>
          <w:sz w:val="20"/>
          <w:szCs w:val="20"/>
        </w:rPr>
        <w:t>0/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</w:t>
      </w:r>
      <w:r w:rsidR="00C5587E">
        <w:rPr>
          <w:rFonts w:ascii="Corbel" w:hAnsi="Corbel"/>
          <w:sz w:val="20"/>
          <w:szCs w:val="20"/>
        </w:rPr>
        <w:t>1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E/I/EiZSP/C.7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20C4E7C8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Al-Noorachi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>, Wyd. Difin,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Marczak M.,  Boguszewicz – Kreft M., Promocja usług, CeDeWu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B43F2" w14:textId="77777777" w:rsidR="005920CB" w:rsidRDefault="005920CB" w:rsidP="00C16ABF">
      <w:pPr>
        <w:spacing w:after="0" w:line="240" w:lineRule="auto"/>
      </w:pPr>
      <w:r>
        <w:separator/>
      </w:r>
    </w:p>
  </w:endnote>
  <w:endnote w:type="continuationSeparator" w:id="0">
    <w:p w14:paraId="7D644F90" w14:textId="77777777" w:rsidR="005920CB" w:rsidRDefault="005920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547C2" w14:textId="77777777" w:rsidR="005920CB" w:rsidRDefault="005920CB" w:rsidP="00C16ABF">
      <w:pPr>
        <w:spacing w:after="0" w:line="240" w:lineRule="auto"/>
      </w:pPr>
      <w:r>
        <w:separator/>
      </w:r>
    </w:p>
  </w:footnote>
  <w:footnote w:type="continuationSeparator" w:id="0">
    <w:p w14:paraId="0DD2289A" w14:textId="77777777" w:rsidR="005920CB" w:rsidRDefault="005920CB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20C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87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112C27-9E9D-4383-A7DB-B1B26759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1126</Words>
  <Characters>6761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2020-10-24T23:16:00Z</dcterms:created>
  <dcterms:modified xsi:type="dcterms:W3CDTF">2020-12-09T07:46:00Z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